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76C7D" w14:textId="44DCBEA7" w:rsidR="0089611B" w:rsidRPr="00F549B8" w:rsidRDefault="003959B9" w:rsidP="00963EB0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Gdańsk, dnia  </w:t>
      </w:r>
      <w:r w:rsidR="00B9390C" w:rsidRPr="00F549B8">
        <w:rPr>
          <w:rFonts w:ascii="Arial" w:hAnsi="Arial" w:cs="Arial"/>
          <w:color w:val="0F243E" w:themeColor="text2" w:themeShade="80"/>
        </w:rPr>
        <w:t>OI.I.261.2.</w:t>
      </w:r>
      <w:r w:rsidR="00F549B8" w:rsidRPr="00F549B8">
        <w:rPr>
          <w:rFonts w:ascii="Arial" w:hAnsi="Arial" w:cs="Arial"/>
          <w:color w:val="0F243E" w:themeColor="text2" w:themeShade="80"/>
        </w:rPr>
        <w:t>8</w:t>
      </w:r>
      <w:r w:rsidR="005E5590">
        <w:rPr>
          <w:rFonts w:ascii="Arial" w:hAnsi="Arial" w:cs="Arial"/>
          <w:color w:val="0F243E" w:themeColor="text2" w:themeShade="80"/>
        </w:rPr>
        <w:t>2</w:t>
      </w:r>
      <w:r w:rsidR="00BD5AB3" w:rsidRPr="00F549B8">
        <w:rPr>
          <w:rFonts w:ascii="Arial" w:hAnsi="Arial" w:cs="Arial"/>
          <w:color w:val="0F243E" w:themeColor="text2" w:themeShade="80"/>
        </w:rPr>
        <w:t>.20</w:t>
      </w:r>
      <w:r w:rsidR="007538B5" w:rsidRPr="00F549B8">
        <w:rPr>
          <w:rFonts w:ascii="Arial" w:hAnsi="Arial" w:cs="Arial"/>
          <w:color w:val="0F243E" w:themeColor="text2" w:themeShade="80"/>
        </w:rPr>
        <w:t>2</w:t>
      </w:r>
      <w:r w:rsidR="005E5590">
        <w:rPr>
          <w:rFonts w:ascii="Arial" w:hAnsi="Arial" w:cs="Arial"/>
          <w:color w:val="0F243E" w:themeColor="text2" w:themeShade="80"/>
        </w:rPr>
        <w:t>1</w:t>
      </w:r>
      <w:r w:rsidR="00BD5AB3" w:rsidRPr="00F549B8">
        <w:rPr>
          <w:rFonts w:ascii="Arial" w:hAnsi="Arial" w:cs="Arial"/>
          <w:color w:val="0F243E" w:themeColor="text2" w:themeShade="80"/>
        </w:rPr>
        <w:t xml:space="preserve">.AK                    </w:t>
      </w:r>
      <w:r w:rsidR="00963EB0" w:rsidRPr="00F549B8">
        <w:rPr>
          <w:rFonts w:ascii="Arial" w:hAnsi="Arial" w:cs="Arial"/>
          <w:color w:val="0F243E" w:themeColor="text2" w:themeShade="80"/>
        </w:rPr>
        <w:t xml:space="preserve">            </w:t>
      </w:r>
      <w:r w:rsidR="00BD5AB3" w:rsidRPr="00F549B8">
        <w:rPr>
          <w:rFonts w:ascii="Arial" w:hAnsi="Arial" w:cs="Arial"/>
          <w:color w:val="0F243E" w:themeColor="text2" w:themeShade="80"/>
        </w:rPr>
        <w:t xml:space="preserve">                               </w:t>
      </w:r>
      <w:r w:rsidR="00963EB0" w:rsidRPr="00F549B8">
        <w:rPr>
          <w:rFonts w:ascii="Arial" w:hAnsi="Arial" w:cs="Arial"/>
          <w:color w:val="0F243E" w:themeColor="text2" w:themeShade="80"/>
        </w:rPr>
        <w:t xml:space="preserve"> </w:t>
      </w:r>
      <w:r w:rsidR="002E5E98">
        <w:rPr>
          <w:rFonts w:ascii="Arial" w:hAnsi="Arial" w:cs="Arial"/>
          <w:color w:val="0F243E" w:themeColor="text2" w:themeShade="80"/>
        </w:rPr>
        <w:t xml:space="preserve">    </w:t>
      </w:r>
      <w:r w:rsidR="00963EB0" w:rsidRPr="00F549B8">
        <w:rPr>
          <w:rFonts w:ascii="Arial" w:hAnsi="Arial" w:cs="Arial"/>
          <w:color w:val="0F243E" w:themeColor="text2" w:themeShade="80"/>
        </w:rPr>
        <w:t xml:space="preserve">  </w:t>
      </w:r>
      <w:r w:rsidRPr="00F549B8">
        <w:rPr>
          <w:rFonts w:ascii="Arial" w:hAnsi="Arial" w:cs="Arial"/>
          <w:color w:val="0F243E" w:themeColor="text2" w:themeShade="80"/>
        </w:rPr>
        <w:t xml:space="preserve">Gdańsk, dnia </w:t>
      </w:r>
      <w:r w:rsidR="002E5E98">
        <w:rPr>
          <w:rFonts w:ascii="Arial" w:hAnsi="Arial" w:cs="Arial"/>
          <w:color w:val="0F243E" w:themeColor="text2" w:themeShade="80"/>
        </w:rPr>
        <w:t>16.</w:t>
      </w:r>
      <w:r w:rsidR="00BD5AB3" w:rsidRPr="00F549B8">
        <w:rPr>
          <w:rFonts w:ascii="Arial" w:hAnsi="Arial" w:cs="Arial"/>
          <w:color w:val="0F243E" w:themeColor="text2" w:themeShade="80"/>
        </w:rPr>
        <w:t>1</w:t>
      </w:r>
      <w:r w:rsidR="005E5590">
        <w:rPr>
          <w:rFonts w:ascii="Arial" w:hAnsi="Arial" w:cs="Arial"/>
          <w:color w:val="0F243E" w:themeColor="text2" w:themeShade="80"/>
        </w:rPr>
        <w:t>2</w:t>
      </w:r>
      <w:r w:rsidR="004538C2" w:rsidRPr="00F549B8">
        <w:rPr>
          <w:rFonts w:ascii="Arial" w:hAnsi="Arial" w:cs="Arial"/>
          <w:color w:val="0F243E" w:themeColor="text2" w:themeShade="80"/>
        </w:rPr>
        <w:t>.20</w:t>
      </w:r>
      <w:r w:rsidR="003A6DD1" w:rsidRPr="00F549B8">
        <w:rPr>
          <w:rFonts w:ascii="Arial" w:hAnsi="Arial" w:cs="Arial"/>
          <w:color w:val="0F243E" w:themeColor="text2" w:themeShade="80"/>
        </w:rPr>
        <w:t>2</w:t>
      </w:r>
      <w:r w:rsidR="005E5590">
        <w:rPr>
          <w:rFonts w:ascii="Arial" w:hAnsi="Arial" w:cs="Arial"/>
          <w:color w:val="0F243E" w:themeColor="text2" w:themeShade="80"/>
        </w:rPr>
        <w:t>1</w:t>
      </w:r>
      <w:r w:rsidR="0089611B" w:rsidRPr="00F549B8">
        <w:rPr>
          <w:rFonts w:ascii="Arial" w:hAnsi="Arial" w:cs="Arial"/>
          <w:color w:val="0F243E" w:themeColor="text2" w:themeShade="80"/>
        </w:rPr>
        <w:t xml:space="preserve">r. </w:t>
      </w:r>
    </w:p>
    <w:p w14:paraId="21F9C8EF" w14:textId="77777777" w:rsidR="003959B9" w:rsidRPr="00F549B8" w:rsidRDefault="003959B9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</w:p>
    <w:p w14:paraId="069E4448" w14:textId="77777777" w:rsidR="00ED6ACB" w:rsidRPr="00F549B8" w:rsidRDefault="00ED6ACB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</w:p>
    <w:p w14:paraId="00AE2E44" w14:textId="79BC4B09" w:rsidR="004538C2" w:rsidRPr="00F549B8" w:rsidRDefault="008207EE" w:rsidP="008207EE">
      <w:pPr>
        <w:tabs>
          <w:tab w:val="left" w:pos="23814"/>
        </w:tabs>
        <w:jc w:val="center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 xml:space="preserve">                                                      </w:t>
      </w:r>
      <w:r w:rsidR="00ED6ACB" w:rsidRPr="00F549B8">
        <w:rPr>
          <w:rFonts w:ascii="Arial" w:hAnsi="Arial" w:cs="Arial"/>
          <w:b/>
          <w:color w:val="0F243E" w:themeColor="text2" w:themeShade="80"/>
        </w:rPr>
        <w:t>ZAPYTANIE OFERTOWE</w:t>
      </w:r>
      <w:r w:rsidR="00ED6ACB" w:rsidRPr="00F549B8">
        <w:rPr>
          <w:rFonts w:ascii="Arial" w:hAnsi="Arial" w:cs="Arial"/>
          <w:b/>
          <w:color w:val="0F243E" w:themeColor="text2" w:themeShade="80"/>
        </w:rPr>
        <w:tab/>
      </w:r>
      <w:r w:rsidR="00ED6ACB" w:rsidRPr="00F549B8">
        <w:rPr>
          <w:rFonts w:ascii="Arial" w:hAnsi="Arial" w:cs="Arial"/>
          <w:b/>
          <w:color w:val="0F243E" w:themeColor="text2" w:themeShade="80"/>
        </w:rPr>
        <w:tab/>
      </w:r>
      <w:r w:rsidR="00ED6ACB" w:rsidRPr="00F549B8">
        <w:rPr>
          <w:rFonts w:ascii="Arial" w:hAnsi="Arial" w:cs="Arial"/>
          <w:b/>
          <w:color w:val="0F243E" w:themeColor="text2" w:themeShade="80"/>
        </w:rPr>
        <w:tab/>
      </w:r>
      <w:r w:rsidR="0089611B" w:rsidRPr="00F549B8">
        <w:rPr>
          <w:rFonts w:ascii="Arial" w:hAnsi="Arial" w:cs="Arial"/>
          <w:b/>
          <w:color w:val="0F243E" w:themeColor="text2" w:themeShade="80"/>
        </w:rPr>
        <w:t>ZAPYTANIE OFERTOWE</w:t>
      </w:r>
    </w:p>
    <w:p w14:paraId="35318B58" w14:textId="04080507" w:rsidR="00512D18" w:rsidRPr="00F549B8" w:rsidRDefault="00963EB0" w:rsidP="00AF2483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eastAsia="Times New Roman" w:hAnsi="Arial" w:cs="Arial"/>
          <w:color w:val="0F243E" w:themeColor="text2" w:themeShade="80"/>
          <w:lang w:eastAsia="pl-PL"/>
        </w:rPr>
        <w:t>Zapraszam do złożenia oferty na</w:t>
      </w:r>
      <w:r w:rsidR="00AD2FA0" w:rsidRPr="00F549B8">
        <w:rPr>
          <w:rFonts w:ascii="Arial" w:hAnsi="Arial" w:cs="Arial"/>
          <w:b/>
          <w:color w:val="0F243E" w:themeColor="text2" w:themeShade="80"/>
        </w:rPr>
        <w:t xml:space="preserve"> </w:t>
      </w:r>
      <w:bookmarkStart w:id="0" w:name="_Hlk90469205"/>
      <w:bookmarkStart w:id="1" w:name="_Hlk57190707"/>
      <w:r w:rsidR="00347BA7" w:rsidRPr="00F549B8">
        <w:rPr>
          <w:rFonts w:ascii="Arial" w:hAnsi="Arial" w:cs="Arial"/>
          <w:b/>
          <w:color w:val="0F243E" w:themeColor="text2" w:themeShade="80"/>
        </w:rPr>
        <w:t xml:space="preserve">kompleksowe </w:t>
      </w:r>
      <w:r w:rsidR="00F549B8" w:rsidRPr="00F549B8">
        <w:rPr>
          <w:rFonts w:ascii="Arial" w:hAnsi="Arial" w:cs="Arial"/>
          <w:b/>
          <w:color w:val="0F243E" w:themeColor="text2" w:themeShade="80"/>
        </w:rPr>
        <w:t>sprzątanie pomieszczeń biurowych, ciągów komunikacyjnych oraz mycie okien własnym sprzętem i środkami w Zespole Terenowym Regionalnej Dyrekcji Ochrony Środowiska w Gdańsku, ul. 8 Marca 3, 83-425 Dziemiany</w:t>
      </w:r>
      <w:bookmarkEnd w:id="0"/>
      <w:r w:rsidR="00BD5AB3" w:rsidRPr="00F549B8">
        <w:rPr>
          <w:rFonts w:ascii="Arial" w:hAnsi="Arial" w:cs="Arial"/>
          <w:b/>
          <w:color w:val="0F243E" w:themeColor="text2" w:themeShade="80"/>
        </w:rPr>
        <w:t>.</w:t>
      </w:r>
      <w:bookmarkEnd w:id="1"/>
      <w:r w:rsidR="0089611B" w:rsidRPr="00F549B8">
        <w:rPr>
          <w:rFonts w:ascii="Arial" w:hAnsi="Arial" w:cs="Arial"/>
          <w:b/>
          <w:color w:val="0F243E" w:themeColor="text2" w:themeShade="80"/>
        </w:rPr>
        <w:tab/>
        <w:t xml:space="preserve">Zapraszam do złożenia oferty cenowej na dostarczenie i montaż </w:t>
      </w:r>
    </w:p>
    <w:p w14:paraId="5C76B624" w14:textId="77777777" w:rsidR="0089611B" w:rsidRPr="00F549B8" w:rsidRDefault="003D2EC1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>Nazwa oraz adres Zamawiającego:</w:t>
      </w:r>
    </w:p>
    <w:p w14:paraId="51366289" w14:textId="77777777" w:rsidR="0089611B" w:rsidRPr="00F549B8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Regionalna Dyrekcja Ochrony Środowiska w Gdańsku, ul. Chmielna 54/57, 80-748 Gdańsk, NIP 583-304-72-93</w:t>
      </w:r>
    </w:p>
    <w:p w14:paraId="2E6F0B58" w14:textId="77777777" w:rsidR="0089611B" w:rsidRPr="00F549B8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>Opis przedmiotu zamówienia:</w:t>
      </w:r>
    </w:p>
    <w:p w14:paraId="7513062F" w14:textId="541545DD" w:rsidR="0089611B" w:rsidRPr="00F549B8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 xml:space="preserve">Szczegółowy opis przedmiotu zamówienia stanowią załączniki nr 1 i </w:t>
      </w:r>
      <w:r w:rsidR="003A6DD1" w:rsidRPr="00F549B8">
        <w:rPr>
          <w:rFonts w:ascii="Arial" w:hAnsi="Arial" w:cs="Arial"/>
          <w:color w:val="0F243E" w:themeColor="text2" w:themeShade="80"/>
        </w:rPr>
        <w:t>3</w:t>
      </w:r>
      <w:r w:rsidRPr="00F549B8">
        <w:rPr>
          <w:rFonts w:ascii="Arial" w:hAnsi="Arial" w:cs="Arial"/>
          <w:color w:val="0F243E" w:themeColor="text2" w:themeShade="80"/>
        </w:rPr>
        <w:t xml:space="preserve"> do niniejszego zapytania.</w:t>
      </w:r>
    </w:p>
    <w:p w14:paraId="75E12365" w14:textId="77777777" w:rsidR="0089611B" w:rsidRPr="00F549B8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>Termin realizacji zamówienia:</w:t>
      </w:r>
    </w:p>
    <w:p w14:paraId="5917D04D" w14:textId="0212CD95" w:rsidR="0083338E" w:rsidRPr="00F549B8" w:rsidRDefault="00BD5AB3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Usługa będzie świadczona w terminie od 0</w:t>
      </w:r>
      <w:r w:rsidR="005E5590">
        <w:rPr>
          <w:rFonts w:ascii="Arial" w:hAnsi="Arial" w:cs="Arial"/>
          <w:color w:val="0F243E" w:themeColor="text2" w:themeShade="80"/>
        </w:rPr>
        <w:t>3</w:t>
      </w:r>
      <w:r w:rsidRPr="00F549B8">
        <w:rPr>
          <w:rFonts w:ascii="Arial" w:hAnsi="Arial" w:cs="Arial"/>
          <w:color w:val="0F243E" w:themeColor="text2" w:themeShade="80"/>
        </w:rPr>
        <w:t>.0</w:t>
      </w:r>
      <w:r w:rsidR="005E5590">
        <w:rPr>
          <w:rFonts w:ascii="Arial" w:hAnsi="Arial" w:cs="Arial"/>
          <w:color w:val="0F243E" w:themeColor="text2" w:themeShade="80"/>
        </w:rPr>
        <w:t>1</w:t>
      </w:r>
      <w:r w:rsidRPr="00F549B8">
        <w:rPr>
          <w:rFonts w:ascii="Arial" w:hAnsi="Arial" w:cs="Arial"/>
          <w:color w:val="0F243E" w:themeColor="text2" w:themeShade="80"/>
        </w:rPr>
        <w:t>.202</w:t>
      </w:r>
      <w:r w:rsidR="005E5590">
        <w:rPr>
          <w:rFonts w:ascii="Arial" w:hAnsi="Arial" w:cs="Arial"/>
          <w:color w:val="0F243E" w:themeColor="text2" w:themeShade="80"/>
        </w:rPr>
        <w:t>2</w:t>
      </w:r>
      <w:r w:rsidRPr="00F549B8">
        <w:rPr>
          <w:rFonts w:ascii="Arial" w:hAnsi="Arial" w:cs="Arial"/>
          <w:color w:val="0F243E" w:themeColor="text2" w:themeShade="80"/>
        </w:rPr>
        <w:t>r. – 31.12.202</w:t>
      </w:r>
      <w:r w:rsidR="005E5590">
        <w:rPr>
          <w:rFonts w:ascii="Arial" w:hAnsi="Arial" w:cs="Arial"/>
          <w:color w:val="0F243E" w:themeColor="text2" w:themeShade="80"/>
        </w:rPr>
        <w:t>2</w:t>
      </w:r>
      <w:r w:rsidRPr="00F549B8">
        <w:rPr>
          <w:rFonts w:ascii="Arial" w:hAnsi="Arial" w:cs="Arial"/>
          <w:color w:val="0F243E" w:themeColor="text2" w:themeShade="80"/>
        </w:rPr>
        <w:t>r.</w:t>
      </w:r>
    </w:p>
    <w:p w14:paraId="019F087F" w14:textId="77777777" w:rsidR="00F7277C" w:rsidRPr="00F549B8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>Warunki udziału w postępowaniu</w:t>
      </w:r>
    </w:p>
    <w:p w14:paraId="4D15A08A" w14:textId="7FFD8E0A" w:rsidR="0089611B" w:rsidRPr="00F549B8" w:rsidRDefault="0089611B" w:rsidP="000B15AC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O udzielenie zamówienia mogą</w:t>
      </w:r>
      <w:r w:rsidR="009E483A" w:rsidRPr="00F549B8">
        <w:rPr>
          <w:rFonts w:ascii="Arial" w:hAnsi="Arial" w:cs="Arial"/>
          <w:color w:val="0F243E" w:themeColor="text2" w:themeShade="80"/>
        </w:rPr>
        <w:t xml:space="preserve"> </w:t>
      </w:r>
      <w:r w:rsidRPr="00F549B8">
        <w:rPr>
          <w:rFonts w:ascii="Arial" w:hAnsi="Arial" w:cs="Arial"/>
          <w:color w:val="0F243E" w:themeColor="text2" w:themeShade="80"/>
        </w:rPr>
        <w:t>ubiegać</w:t>
      </w:r>
      <w:r w:rsidR="009E483A" w:rsidRPr="00F549B8">
        <w:rPr>
          <w:rFonts w:ascii="Arial" w:hAnsi="Arial" w:cs="Arial"/>
          <w:color w:val="0F243E" w:themeColor="text2" w:themeShade="80"/>
        </w:rPr>
        <w:t xml:space="preserve"> się</w:t>
      </w:r>
      <w:r w:rsidRPr="00F549B8">
        <w:rPr>
          <w:rFonts w:ascii="Arial" w:hAnsi="Arial" w:cs="Arial"/>
          <w:color w:val="0F243E" w:themeColor="text2" w:themeShade="80"/>
        </w:rPr>
        <w:t xml:space="preserve"> Wykonawcy, którzy</w:t>
      </w:r>
      <w:r w:rsidR="00BD5AB3" w:rsidRPr="00F549B8">
        <w:rPr>
          <w:rFonts w:ascii="Arial" w:hAnsi="Arial" w:cs="Arial"/>
          <w:color w:val="0F243E" w:themeColor="text2" w:themeShade="80"/>
        </w:rPr>
        <w:t xml:space="preserve"> złożą ważną ofertę </w:t>
      </w:r>
      <w:r w:rsidR="00BD5AB3" w:rsidRPr="00F549B8">
        <w:rPr>
          <w:rFonts w:ascii="Arial" w:hAnsi="Arial" w:cs="Arial"/>
          <w:color w:val="0F243E" w:themeColor="text2" w:themeShade="80"/>
        </w:rPr>
        <w:br/>
        <w:t xml:space="preserve">w terminie wyznaczonym do jej składania, na formularzu ofertowym stanowiącym załącznik nr </w:t>
      </w:r>
      <w:r w:rsidR="003A6DD1" w:rsidRPr="00F549B8">
        <w:rPr>
          <w:rFonts w:ascii="Arial" w:hAnsi="Arial" w:cs="Arial"/>
          <w:color w:val="0F243E" w:themeColor="text2" w:themeShade="80"/>
        </w:rPr>
        <w:t>2</w:t>
      </w:r>
      <w:r w:rsidR="00BD5AB3" w:rsidRPr="00F549B8">
        <w:rPr>
          <w:rFonts w:ascii="Arial" w:hAnsi="Arial" w:cs="Arial"/>
          <w:color w:val="0F243E" w:themeColor="text2" w:themeShade="80"/>
        </w:rPr>
        <w:t>.</w:t>
      </w:r>
    </w:p>
    <w:p w14:paraId="51BCB503" w14:textId="77777777" w:rsidR="000B15AC" w:rsidRPr="00F549B8" w:rsidRDefault="000B15AC" w:rsidP="000B15AC">
      <w:pPr>
        <w:pStyle w:val="Akapitzlist"/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4F790217" w14:textId="77777777" w:rsidR="0089611B" w:rsidRPr="00F549B8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>Opis kryteriów, którymi  Zamawiający będzie  kierował się przy wyborze najkorzystniejszej oferty.</w:t>
      </w:r>
    </w:p>
    <w:p w14:paraId="70520990" w14:textId="77777777" w:rsidR="00963EB0" w:rsidRPr="00F549B8" w:rsidRDefault="003D2EC1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Oferty oceniane będą  w op</w:t>
      </w:r>
      <w:r w:rsidR="00C53AEE" w:rsidRPr="00F549B8">
        <w:rPr>
          <w:rFonts w:ascii="Arial" w:hAnsi="Arial" w:cs="Arial"/>
          <w:color w:val="0F243E" w:themeColor="text2" w:themeShade="80"/>
        </w:rPr>
        <w:t>arciu o następujące kryterium</w:t>
      </w:r>
      <w:r w:rsidRPr="00F549B8">
        <w:rPr>
          <w:rFonts w:ascii="Arial" w:hAnsi="Arial" w:cs="Arial"/>
          <w:color w:val="0F243E" w:themeColor="text2" w:themeShade="80"/>
        </w:rPr>
        <w:t>:</w:t>
      </w:r>
      <w:r w:rsidR="00D76A40" w:rsidRPr="00F549B8">
        <w:rPr>
          <w:rFonts w:ascii="Arial" w:hAnsi="Arial" w:cs="Arial"/>
          <w:color w:val="0F243E" w:themeColor="text2" w:themeShade="80"/>
        </w:rPr>
        <w:t xml:space="preserve"> </w:t>
      </w:r>
      <w:r w:rsidR="0089611B" w:rsidRPr="00F549B8">
        <w:rPr>
          <w:rFonts w:ascii="Arial" w:hAnsi="Arial" w:cs="Arial"/>
          <w:color w:val="0F243E" w:themeColor="text2" w:themeShade="80"/>
        </w:rPr>
        <w:t>Kryterium</w:t>
      </w:r>
      <w:r w:rsidR="0089611B" w:rsidRPr="00F549B8">
        <w:rPr>
          <w:rFonts w:ascii="Arial" w:hAnsi="Arial" w:cs="Arial"/>
          <w:b/>
          <w:color w:val="0F243E" w:themeColor="text2" w:themeShade="80"/>
        </w:rPr>
        <w:t xml:space="preserve"> </w:t>
      </w:r>
      <w:r w:rsidR="0089611B" w:rsidRPr="00F549B8">
        <w:rPr>
          <w:rFonts w:ascii="Arial" w:hAnsi="Arial" w:cs="Arial"/>
          <w:b/>
          <w:color w:val="0F243E" w:themeColor="text2" w:themeShade="80"/>
          <w:u w:val="single"/>
        </w:rPr>
        <w:t>„CENA” –</w:t>
      </w:r>
      <w:r w:rsidR="00C53AEE" w:rsidRPr="00F549B8">
        <w:rPr>
          <w:rFonts w:ascii="Arial" w:hAnsi="Arial" w:cs="Arial"/>
          <w:b/>
          <w:color w:val="0F243E" w:themeColor="text2" w:themeShade="80"/>
        </w:rPr>
        <w:t xml:space="preserve"> 10</w:t>
      </w:r>
      <w:r w:rsidR="0089611B" w:rsidRPr="00F549B8">
        <w:rPr>
          <w:rFonts w:ascii="Arial" w:hAnsi="Arial" w:cs="Arial"/>
          <w:b/>
          <w:color w:val="0F243E" w:themeColor="text2" w:themeShade="80"/>
        </w:rPr>
        <w:t xml:space="preserve">0% </w:t>
      </w:r>
    </w:p>
    <w:p w14:paraId="1645D805" w14:textId="77777777" w:rsidR="0089611B" w:rsidRPr="00F549B8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>Opis sposobu przygotowania i składania oferty:</w:t>
      </w:r>
    </w:p>
    <w:p w14:paraId="107CF14A" w14:textId="1BCC2604" w:rsidR="0089611B" w:rsidRPr="00F549B8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 xml:space="preserve">Oferta  powinna być sporządzona na Formularzu ofertowym, stanowiącym Załącznik nr </w:t>
      </w:r>
      <w:r w:rsidR="003A6DD1" w:rsidRPr="00F549B8">
        <w:rPr>
          <w:rFonts w:ascii="Arial" w:hAnsi="Arial" w:cs="Arial"/>
          <w:color w:val="0F243E" w:themeColor="text2" w:themeShade="80"/>
        </w:rPr>
        <w:t>2</w:t>
      </w:r>
      <w:r w:rsidRPr="00F549B8">
        <w:rPr>
          <w:rFonts w:ascii="Arial" w:hAnsi="Arial" w:cs="Arial"/>
          <w:color w:val="0F243E" w:themeColor="text2" w:themeShade="80"/>
        </w:rPr>
        <w:t xml:space="preserve"> </w:t>
      </w:r>
      <w:r w:rsidR="00B967CE" w:rsidRPr="00F549B8">
        <w:rPr>
          <w:rFonts w:ascii="Arial" w:hAnsi="Arial" w:cs="Arial"/>
          <w:color w:val="0F243E" w:themeColor="text2" w:themeShade="80"/>
        </w:rPr>
        <w:t>d</w:t>
      </w:r>
      <w:r w:rsidRPr="00F549B8">
        <w:rPr>
          <w:rFonts w:ascii="Arial" w:hAnsi="Arial" w:cs="Arial"/>
          <w:color w:val="0F243E" w:themeColor="text2" w:themeShade="80"/>
        </w:rPr>
        <w:t>o niniejszego  zapytania ofertowego.</w:t>
      </w:r>
    </w:p>
    <w:p w14:paraId="24416393" w14:textId="77777777" w:rsidR="0089611B" w:rsidRPr="00F549B8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Oferta winna być sporządzona w języku polskim w formie pisemnej.</w:t>
      </w:r>
    </w:p>
    <w:p w14:paraId="7B95C103" w14:textId="77777777" w:rsidR="0089611B" w:rsidRPr="00F549B8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Oferta musi być podpisana przez osobę upoważnioną do reprezentowania Wykonawcy.</w:t>
      </w:r>
    </w:p>
    <w:p w14:paraId="3B1A7C49" w14:textId="77777777" w:rsidR="0089611B" w:rsidRPr="00F549B8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Wykonawca ponosi wszelkie koszty związane z przygotowaniem i złożeniem oferty.</w:t>
      </w:r>
    </w:p>
    <w:p w14:paraId="021EE174" w14:textId="77777777" w:rsidR="000B15AC" w:rsidRPr="00F549B8" w:rsidRDefault="0006541F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 xml:space="preserve">Oferta powinna zawierać cenę netto i brutto </w:t>
      </w:r>
      <w:r w:rsidR="00144F0D" w:rsidRPr="00F549B8">
        <w:rPr>
          <w:rFonts w:ascii="Arial" w:hAnsi="Arial" w:cs="Arial"/>
          <w:color w:val="0F243E" w:themeColor="text2" w:themeShade="80"/>
        </w:rPr>
        <w:t>całości zakresu objętego zamówieniem.</w:t>
      </w:r>
    </w:p>
    <w:p w14:paraId="75BBC5F3" w14:textId="77777777" w:rsidR="00E75663" w:rsidRPr="00F549B8" w:rsidRDefault="0006541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ab/>
        <w:t>Oferta powinna zawierać cenę netto i brutto realizacji całego zamówieniawycenę</w:t>
      </w:r>
    </w:p>
    <w:p w14:paraId="3FA5FEEE" w14:textId="77777777" w:rsidR="0089611B" w:rsidRPr="00F549B8" w:rsidRDefault="0089611B" w:rsidP="00D76A4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>Miejsce i termin składania ofert:</w:t>
      </w:r>
    </w:p>
    <w:p w14:paraId="5E31C068" w14:textId="642DDC0C" w:rsidR="00D76A40" w:rsidRPr="00F549B8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lastRenderedPageBreak/>
        <w:t>Termin składania ofert upływa w dniu</w:t>
      </w:r>
      <w:r w:rsidR="0083338E" w:rsidRPr="00F549B8">
        <w:rPr>
          <w:rFonts w:ascii="Arial" w:hAnsi="Arial" w:cs="Arial"/>
          <w:b/>
          <w:color w:val="0F243E" w:themeColor="text2" w:themeShade="80"/>
        </w:rPr>
        <w:t xml:space="preserve"> </w:t>
      </w:r>
      <w:r w:rsidR="002E5E98">
        <w:rPr>
          <w:rFonts w:ascii="Arial" w:hAnsi="Arial" w:cs="Arial"/>
          <w:b/>
          <w:color w:val="0F243E" w:themeColor="text2" w:themeShade="80"/>
        </w:rPr>
        <w:t>22.</w:t>
      </w:r>
      <w:r w:rsidR="003A6DD1" w:rsidRPr="00F549B8">
        <w:rPr>
          <w:rFonts w:ascii="Arial" w:hAnsi="Arial" w:cs="Arial"/>
          <w:b/>
          <w:color w:val="0F243E" w:themeColor="text2" w:themeShade="80"/>
        </w:rPr>
        <w:t>1</w:t>
      </w:r>
      <w:r w:rsidR="00E8779C" w:rsidRPr="00F549B8">
        <w:rPr>
          <w:rFonts w:ascii="Arial" w:hAnsi="Arial" w:cs="Arial"/>
          <w:b/>
          <w:color w:val="0F243E" w:themeColor="text2" w:themeShade="80"/>
        </w:rPr>
        <w:t>2</w:t>
      </w:r>
      <w:r w:rsidR="003A6DD1" w:rsidRPr="00F549B8">
        <w:rPr>
          <w:rFonts w:ascii="Arial" w:hAnsi="Arial" w:cs="Arial"/>
          <w:b/>
          <w:color w:val="0F243E" w:themeColor="text2" w:themeShade="80"/>
        </w:rPr>
        <w:t>.</w:t>
      </w:r>
      <w:r w:rsidR="000B15AC" w:rsidRPr="00F549B8">
        <w:rPr>
          <w:rFonts w:ascii="Arial" w:hAnsi="Arial" w:cs="Arial"/>
          <w:b/>
          <w:color w:val="0F243E" w:themeColor="text2" w:themeShade="80"/>
        </w:rPr>
        <w:t>20</w:t>
      </w:r>
      <w:r w:rsidR="003A6DD1" w:rsidRPr="00F549B8">
        <w:rPr>
          <w:rFonts w:ascii="Arial" w:hAnsi="Arial" w:cs="Arial"/>
          <w:b/>
          <w:color w:val="0F243E" w:themeColor="text2" w:themeShade="80"/>
        </w:rPr>
        <w:t>2</w:t>
      </w:r>
      <w:r w:rsidR="005E5590">
        <w:rPr>
          <w:rFonts w:ascii="Arial" w:hAnsi="Arial" w:cs="Arial"/>
          <w:b/>
          <w:color w:val="0F243E" w:themeColor="text2" w:themeShade="80"/>
        </w:rPr>
        <w:t>1</w:t>
      </w:r>
      <w:r w:rsidR="000B15AC" w:rsidRPr="00F549B8">
        <w:rPr>
          <w:rFonts w:ascii="Arial" w:hAnsi="Arial" w:cs="Arial"/>
          <w:b/>
          <w:color w:val="0F243E" w:themeColor="text2" w:themeShade="80"/>
        </w:rPr>
        <w:t xml:space="preserve">r. </w:t>
      </w:r>
    </w:p>
    <w:p w14:paraId="35AF4EB7" w14:textId="77777777" w:rsidR="005E15C5" w:rsidRPr="00F549B8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Oferta powinna być przesłana za pośrednictwem  poczty elektronicznej na adres:</w:t>
      </w:r>
    </w:p>
    <w:p w14:paraId="216BA2C4" w14:textId="77777777" w:rsidR="0089611B" w:rsidRPr="00F549B8" w:rsidRDefault="00963EB0" w:rsidP="00963EB0">
      <w:p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 xml:space="preserve">     </w:t>
      </w:r>
      <w:r w:rsidR="0089611B" w:rsidRPr="00F549B8">
        <w:rPr>
          <w:rFonts w:ascii="Arial" w:hAnsi="Arial" w:cs="Arial"/>
          <w:b/>
          <w:color w:val="0F243E" w:themeColor="text2" w:themeShade="80"/>
        </w:rPr>
        <w:t>za</w:t>
      </w:r>
      <w:r w:rsidR="00E97555" w:rsidRPr="00F549B8">
        <w:rPr>
          <w:rFonts w:ascii="Arial" w:hAnsi="Arial" w:cs="Arial"/>
          <w:b/>
          <w:color w:val="0F243E" w:themeColor="text2" w:themeShade="80"/>
        </w:rPr>
        <w:t>pyta</w:t>
      </w:r>
      <w:r w:rsidR="003406D5" w:rsidRPr="00F549B8">
        <w:rPr>
          <w:rFonts w:ascii="Arial" w:hAnsi="Arial" w:cs="Arial"/>
          <w:b/>
          <w:color w:val="0F243E" w:themeColor="text2" w:themeShade="80"/>
        </w:rPr>
        <w:t>nia</w:t>
      </w:r>
      <w:r w:rsidR="00F0234D" w:rsidRPr="00F549B8">
        <w:rPr>
          <w:rFonts w:ascii="Arial" w:hAnsi="Arial" w:cs="Arial"/>
          <w:b/>
          <w:color w:val="0F243E" w:themeColor="text2" w:themeShade="80"/>
        </w:rPr>
        <w:t>.ofertowe.gdansk@rdos.gov.pl</w:t>
      </w:r>
      <w:r w:rsidR="0089611B" w:rsidRPr="00F549B8">
        <w:rPr>
          <w:rFonts w:ascii="Arial" w:hAnsi="Arial" w:cs="Arial"/>
          <w:b/>
          <w:color w:val="0F243E" w:themeColor="text2" w:themeShade="80"/>
        </w:rPr>
        <w:t xml:space="preserve"> </w:t>
      </w:r>
      <w:r w:rsidR="0089611B" w:rsidRPr="00F549B8">
        <w:rPr>
          <w:rFonts w:ascii="Arial" w:hAnsi="Arial" w:cs="Arial"/>
          <w:color w:val="0F243E" w:themeColor="text2" w:themeShade="80"/>
        </w:rPr>
        <w:t>lub dostarczona na adres:</w:t>
      </w:r>
      <w:r w:rsidR="005E15C5" w:rsidRPr="00F549B8">
        <w:rPr>
          <w:color w:val="0F243E" w:themeColor="text2" w:themeShade="80"/>
        </w:rPr>
        <w:t xml:space="preserve"> </w:t>
      </w:r>
      <w:r w:rsidR="0089611B" w:rsidRPr="00F549B8">
        <w:rPr>
          <w:rFonts w:ascii="Arial" w:hAnsi="Arial" w:cs="Arial"/>
          <w:color w:val="0F243E" w:themeColor="text2" w:themeShade="80"/>
        </w:rPr>
        <w:t>Regionalna Dyrekcja Ochrony Środowiska w Gdańsku, ul Chmielna 54/57, 80 -748 Gdańsk</w:t>
      </w:r>
      <w:r w:rsidR="000B15AC" w:rsidRPr="00F549B8">
        <w:rPr>
          <w:rFonts w:ascii="Arial" w:hAnsi="Arial" w:cs="Arial"/>
          <w:color w:val="0F243E" w:themeColor="text2" w:themeShade="80"/>
        </w:rPr>
        <w:t>.</w:t>
      </w:r>
    </w:p>
    <w:p w14:paraId="394FFC57" w14:textId="77777777" w:rsidR="000B15AC" w:rsidRPr="00F549B8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 xml:space="preserve">Oferty przesłane lub doręczone po wskazanym terminie nie będą rozpatrywane. </w:t>
      </w:r>
      <w:r w:rsidR="005E15C5" w:rsidRPr="00F549B8">
        <w:rPr>
          <w:rFonts w:ascii="Arial" w:hAnsi="Arial" w:cs="Arial"/>
          <w:color w:val="0F243E" w:themeColor="text2" w:themeShade="80"/>
        </w:rPr>
        <w:br/>
      </w:r>
      <w:r w:rsidRPr="00F549B8">
        <w:rPr>
          <w:rFonts w:ascii="Arial" w:hAnsi="Arial" w:cs="Arial"/>
          <w:color w:val="0F243E" w:themeColor="text2" w:themeShade="80"/>
        </w:rPr>
        <w:t>Decydujące znaczenie dla oceny zachowania powyższego terminu ma data wpływu oferty do Zamawiającego, a nie data jego wysłania</w:t>
      </w:r>
      <w:r w:rsidR="000B15AC" w:rsidRPr="00F549B8">
        <w:rPr>
          <w:rFonts w:ascii="Arial" w:hAnsi="Arial" w:cs="Arial"/>
          <w:color w:val="0F243E" w:themeColor="text2" w:themeShade="80"/>
        </w:rPr>
        <w:t>.</w:t>
      </w:r>
    </w:p>
    <w:p w14:paraId="4C9065DA" w14:textId="77777777" w:rsidR="005E15C5" w:rsidRPr="00F549B8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</w:p>
    <w:p w14:paraId="5AA04AA3" w14:textId="77777777" w:rsidR="0089611B" w:rsidRPr="00F549B8" w:rsidRDefault="0089611B" w:rsidP="00963EB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 xml:space="preserve">Zamawiający informuje, że: </w:t>
      </w:r>
    </w:p>
    <w:p w14:paraId="525C4560" w14:textId="77777777" w:rsidR="00790671" w:rsidRPr="00F549B8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 xml:space="preserve">W toku badania i oceny ofert  Zamawiający może żądać od oferentów wyjaśnień     dotyczących treści złożonych ofert. </w:t>
      </w:r>
    </w:p>
    <w:p w14:paraId="38DE5EE0" w14:textId="77777777" w:rsidR="00963EB0" w:rsidRPr="00F549B8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Zamawiający zastrzega sobie prawo do unieważnienia niniejszego postepowania bez podania przyczyny.</w:t>
      </w:r>
      <w:r w:rsidR="00963EB0" w:rsidRPr="00F549B8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14:paraId="45EA7989" w14:textId="77777777" w:rsidR="00790671" w:rsidRPr="00F549B8" w:rsidRDefault="00963EB0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wyborze wykonawca zostanie poinformowany za pośrednictwem poczty elektronicznej lub telefonicznie</w:t>
      </w:r>
    </w:p>
    <w:p w14:paraId="4F456585" w14:textId="77777777" w:rsidR="004F482E" w:rsidRPr="00F549B8" w:rsidRDefault="00BD5AB3" w:rsidP="003432B6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>Osoba do kontaktu z Wykonawcami:</w:t>
      </w:r>
      <w:r w:rsidR="004F482E" w:rsidRPr="00F549B8">
        <w:rPr>
          <w:rFonts w:ascii="Arial" w:hAnsi="Arial" w:cs="Arial"/>
          <w:color w:val="0F243E" w:themeColor="text2" w:themeShade="80"/>
        </w:rPr>
        <w:tab/>
      </w:r>
      <w:r w:rsidR="004F482E" w:rsidRPr="00F549B8">
        <w:rPr>
          <w:rFonts w:ascii="Arial" w:hAnsi="Arial" w:cs="Arial"/>
          <w:color w:val="0F243E" w:themeColor="text2" w:themeShade="80"/>
        </w:rPr>
        <w:tab/>
      </w:r>
    </w:p>
    <w:p w14:paraId="3454769C" w14:textId="77777777" w:rsidR="000B15AC" w:rsidRPr="00F549B8" w:rsidRDefault="003432B6" w:rsidP="005E15C5">
      <w:pPr>
        <w:tabs>
          <w:tab w:val="left" w:pos="23814"/>
        </w:tabs>
        <w:ind w:left="426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 xml:space="preserve">- </w:t>
      </w:r>
      <w:r w:rsidR="0089611B" w:rsidRPr="00F549B8">
        <w:rPr>
          <w:rFonts w:ascii="Arial" w:hAnsi="Arial" w:cs="Arial"/>
          <w:color w:val="0F243E" w:themeColor="text2" w:themeShade="80"/>
        </w:rPr>
        <w:t xml:space="preserve">sprawy proceduralne: </w:t>
      </w:r>
      <w:r w:rsidR="00790671" w:rsidRPr="00F549B8">
        <w:rPr>
          <w:rFonts w:ascii="Arial" w:hAnsi="Arial" w:cs="Arial"/>
          <w:color w:val="0F243E" w:themeColor="text2" w:themeShade="80"/>
        </w:rPr>
        <w:t>Anna Kurnikowska</w:t>
      </w:r>
      <w:r w:rsidR="00DD6920" w:rsidRPr="00F549B8">
        <w:rPr>
          <w:rFonts w:ascii="Arial" w:hAnsi="Arial" w:cs="Arial"/>
          <w:color w:val="0F243E" w:themeColor="text2" w:themeShade="80"/>
        </w:rPr>
        <w:t xml:space="preserve"> , tel.:  58 683 68 57</w:t>
      </w:r>
    </w:p>
    <w:p w14:paraId="2757099A" w14:textId="77777777" w:rsidR="00790671" w:rsidRPr="00F549B8" w:rsidRDefault="0089611B" w:rsidP="00963EB0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F549B8">
        <w:rPr>
          <w:rFonts w:ascii="Arial" w:hAnsi="Arial" w:cs="Arial"/>
          <w:b/>
          <w:color w:val="0F243E" w:themeColor="text2" w:themeShade="80"/>
        </w:rPr>
        <w:t>Warunki płatności:</w:t>
      </w:r>
      <w:r w:rsidRPr="00F549B8">
        <w:rPr>
          <w:rFonts w:ascii="Arial" w:hAnsi="Arial" w:cs="Arial"/>
          <w:b/>
          <w:color w:val="0F243E" w:themeColor="text2" w:themeShade="80"/>
        </w:rPr>
        <w:tab/>
        <w:t xml:space="preserve">  Przelew w terminie 21 dni od dnia przedłożenia Zamawiającemu </w:t>
      </w:r>
      <w:r w:rsidR="000B15AC" w:rsidRPr="00F549B8">
        <w:rPr>
          <w:rFonts w:ascii="Arial" w:hAnsi="Arial" w:cs="Arial"/>
          <w:color w:val="0F243E" w:themeColor="text2" w:themeShade="80"/>
        </w:rPr>
        <w:t xml:space="preserve">Przelew w </w:t>
      </w:r>
    </w:p>
    <w:p w14:paraId="511824FF" w14:textId="3BAFA924" w:rsidR="00772BFE" w:rsidRPr="00F549B8" w:rsidRDefault="00BD5AB3" w:rsidP="00790671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F549B8">
        <w:rPr>
          <w:rFonts w:ascii="Arial" w:hAnsi="Arial" w:cs="Arial"/>
          <w:color w:val="0F243E" w:themeColor="text2" w:themeShade="80"/>
        </w:rPr>
        <w:t xml:space="preserve">Warunki płatności opisane zostały we wzorze umowy stanowiącym załącznik nr </w:t>
      </w:r>
      <w:r w:rsidR="003A6DD1" w:rsidRPr="00F549B8">
        <w:rPr>
          <w:rFonts w:ascii="Arial" w:hAnsi="Arial" w:cs="Arial"/>
          <w:color w:val="0F243E" w:themeColor="text2" w:themeShade="80"/>
        </w:rPr>
        <w:t>3</w:t>
      </w:r>
      <w:r w:rsidRPr="00F549B8">
        <w:rPr>
          <w:rFonts w:ascii="Arial" w:hAnsi="Arial" w:cs="Arial"/>
          <w:color w:val="0F243E" w:themeColor="text2" w:themeShade="80"/>
        </w:rPr>
        <w:t>.</w:t>
      </w:r>
    </w:p>
    <w:p w14:paraId="2650327D" w14:textId="77777777" w:rsidR="00963EB0" w:rsidRPr="00F549B8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DADB5CE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C249C38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389D7E6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A2C7E4D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7F63174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AD4150C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5382208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57E8158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134F126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7141307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82AAD50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847B1A0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1761F9D" w14:textId="77777777" w:rsidR="00BD5AB3" w:rsidRPr="00F549B8" w:rsidRDefault="00BD5AB3" w:rsidP="00347BA7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BA7B7BC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C4057C7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B7434C7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41974B6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F9F295B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8026D95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032F20E" w14:textId="77777777" w:rsidR="00BD5AB3" w:rsidRPr="00F549B8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D7CBF8E" w14:textId="2063B723" w:rsidR="00BD5AB3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37503CC" w14:textId="77777777" w:rsidR="005E5590" w:rsidRPr="00F549B8" w:rsidRDefault="005E559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5CD7478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5F9D6D1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CB2E4BF" w14:textId="77777777" w:rsidR="008938E1" w:rsidRPr="00F549B8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5FE3E8B" w14:textId="77777777" w:rsidR="00963EB0" w:rsidRPr="00F549B8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F549B8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Załączniki: </w:t>
      </w:r>
    </w:p>
    <w:p w14:paraId="33A3E716" w14:textId="77777777" w:rsidR="008207EE" w:rsidRPr="00F549B8" w:rsidRDefault="00963EB0" w:rsidP="008207EE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F549B8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Opis przedmiotu zamówienia</w:t>
      </w:r>
    </w:p>
    <w:p w14:paraId="3741DDBF" w14:textId="5CF88C8A" w:rsidR="008207EE" w:rsidRPr="00F549B8" w:rsidRDefault="008207EE" w:rsidP="003A6DD1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F549B8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Formularz ofertowy</w:t>
      </w:r>
    </w:p>
    <w:p w14:paraId="1BDFEED8" w14:textId="5E9FE5DB" w:rsidR="00963EB0" w:rsidRPr="00F549B8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F549B8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Wzór umowy</w:t>
      </w:r>
    </w:p>
    <w:sectPr w:rsidR="00963EB0" w:rsidRPr="00F549B8" w:rsidSect="00963EB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2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1EF90" w14:textId="77777777" w:rsidR="00D416AA" w:rsidRDefault="00D416AA" w:rsidP="000F38F9">
      <w:pPr>
        <w:spacing w:after="0" w:line="240" w:lineRule="auto"/>
      </w:pPr>
      <w:r>
        <w:separator/>
      </w:r>
    </w:p>
  </w:endnote>
  <w:endnote w:type="continuationSeparator" w:id="0">
    <w:p w14:paraId="42F8B4F1" w14:textId="77777777" w:rsidR="00D416AA" w:rsidRDefault="00D416AA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F9BBDA3" w14:textId="77777777"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755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755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C716A5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DCF91" w14:textId="5AB76E20" w:rsidR="004A2F36" w:rsidRPr="005E5590" w:rsidRDefault="005E5590" w:rsidP="005E5590">
    <w:pPr>
      <w:pStyle w:val="Stopka"/>
    </w:pPr>
    <w:r>
      <w:rPr>
        <w:noProof/>
      </w:rPr>
      <w:drawing>
        <wp:inline distT="0" distB="0" distL="0" distR="0" wp14:anchorId="4A08AC2C" wp14:editId="49C1F910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ECCB9" w14:textId="77777777" w:rsidR="00D416AA" w:rsidRDefault="00D416AA" w:rsidP="000F38F9">
      <w:pPr>
        <w:spacing w:after="0" w:line="240" w:lineRule="auto"/>
      </w:pPr>
      <w:r>
        <w:separator/>
      </w:r>
    </w:p>
  </w:footnote>
  <w:footnote w:type="continuationSeparator" w:id="0">
    <w:p w14:paraId="7BA97494" w14:textId="77777777" w:rsidR="00D416AA" w:rsidRDefault="00D416AA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0B9D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0234D" w14:textId="77777777"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E089043" wp14:editId="199330F6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8796E"/>
    <w:multiLevelType w:val="hybridMultilevel"/>
    <w:tmpl w:val="19E02F2C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1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2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AA"/>
    <w:rsid w:val="00010A42"/>
    <w:rsid w:val="000268DE"/>
    <w:rsid w:val="00037C21"/>
    <w:rsid w:val="0004567E"/>
    <w:rsid w:val="0006541F"/>
    <w:rsid w:val="000673E1"/>
    <w:rsid w:val="000B15AC"/>
    <w:rsid w:val="000C350F"/>
    <w:rsid w:val="000F3813"/>
    <w:rsid w:val="000F38F9"/>
    <w:rsid w:val="000F6CE1"/>
    <w:rsid w:val="00144F0D"/>
    <w:rsid w:val="00152CA5"/>
    <w:rsid w:val="00155A72"/>
    <w:rsid w:val="00173B92"/>
    <w:rsid w:val="00175D69"/>
    <w:rsid w:val="001766D0"/>
    <w:rsid w:val="00194427"/>
    <w:rsid w:val="001A12FD"/>
    <w:rsid w:val="001E4D74"/>
    <w:rsid w:val="001E5D3D"/>
    <w:rsid w:val="001F489F"/>
    <w:rsid w:val="002078CB"/>
    <w:rsid w:val="00214B41"/>
    <w:rsid w:val="00221687"/>
    <w:rsid w:val="00221F98"/>
    <w:rsid w:val="00225414"/>
    <w:rsid w:val="0024534D"/>
    <w:rsid w:val="00254047"/>
    <w:rsid w:val="00257F05"/>
    <w:rsid w:val="002A2117"/>
    <w:rsid w:val="002A68AB"/>
    <w:rsid w:val="002B6697"/>
    <w:rsid w:val="002C018D"/>
    <w:rsid w:val="002C28AF"/>
    <w:rsid w:val="002D56C9"/>
    <w:rsid w:val="002E09F2"/>
    <w:rsid w:val="002E195E"/>
    <w:rsid w:val="002E5E98"/>
    <w:rsid w:val="002E7184"/>
    <w:rsid w:val="002F3587"/>
    <w:rsid w:val="0031184D"/>
    <w:rsid w:val="00311BAA"/>
    <w:rsid w:val="00312D02"/>
    <w:rsid w:val="003149CE"/>
    <w:rsid w:val="00330B01"/>
    <w:rsid w:val="003349B0"/>
    <w:rsid w:val="003359BE"/>
    <w:rsid w:val="003406D5"/>
    <w:rsid w:val="00342586"/>
    <w:rsid w:val="003432B6"/>
    <w:rsid w:val="00347BA7"/>
    <w:rsid w:val="00350DC0"/>
    <w:rsid w:val="0036229F"/>
    <w:rsid w:val="003714E9"/>
    <w:rsid w:val="00383FDD"/>
    <w:rsid w:val="00390E4A"/>
    <w:rsid w:val="00393829"/>
    <w:rsid w:val="003959B9"/>
    <w:rsid w:val="003A6DD1"/>
    <w:rsid w:val="003B0FAC"/>
    <w:rsid w:val="003B53EB"/>
    <w:rsid w:val="003B66ED"/>
    <w:rsid w:val="003B6A86"/>
    <w:rsid w:val="003C26C7"/>
    <w:rsid w:val="003D2EC1"/>
    <w:rsid w:val="003E3DF5"/>
    <w:rsid w:val="003F14C8"/>
    <w:rsid w:val="004200CE"/>
    <w:rsid w:val="00425F85"/>
    <w:rsid w:val="004538C2"/>
    <w:rsid w:val="0045742A"/>
    <w:rsid w:val="00476E20"/>
    <w:rsid w:val="00490FE4"/>
    <w:rsid w:val="004959AC"/>
    <w:rsid w:val="004A2025"/>
    <w:rsid w:val="004A2F36"/>
    <w:rsid w:val="004B15B2"/>
    <w:rsid w:val="004D6D9C"/>
    <w:rsid w:val="004E165F"/>
    <w:rsid w:val="004E3C7C"/>
    <w:rsid w:val="004F482E"/>
    <w:rsid w:val="00512D18"/>
    <w:rsid w:val="00522C1A"/>
    <w:rsid w:val="00535086"/>
    <w:rsid w:val="00536D1A"/>
    <w:rsid w:val="0054781B"/>
    <w:rsid w:val="00547DC8"/>
    <w:rsid w:val="00557FD4"/>
    <w:rsid w:val="00561C7E"/>
    <w:rsid w:val="00581445"/>
    <w:rsid w:val="005C4B00"/>
    <w:rsid w:val="005C7609"/>
    <w:rsid w:val="005E15C5"/>
    <w:rsid w:val="005E1CC4"/>
    <w:rsid w:val="005E5590"/>
    <w:rsid w:val="005E5F55"/>
    <w:rsid w:val="005F4F3B"/>
    <w:rsid w:val="0062060B"/>
    <w:rsid w:val="0062316B"/>
    <w:rsid w:val="00626F39"/>
    <w:rsid w:val="00633F2F"/>
    <w:rsid w:val="006434D2"/>
    <w:rsid w:val="00643662"/>
    <w:rsid w:val="00646102"/>
    <w:rsid w:val="006463D6"/>
    <w:rsid w:val="00654004"/>
    <w:rsid w:val="006540B1"/>
    <w:rsid w:val="006657C0"/>
    <w:rsid w:val="006A0AD6"/>
    <w:rsid w:val="006D445D"/>
    <w:rsid w:val="006F75E0"/>
    <w:rsid w:val="00700C6B"/>
    <w:rsid w:val="00705E77"/>
    <w:rsid w:val="00721AE7"/>
    <w:rsid w:val="0075095D"/>
    <w:rsid w:val="007538B5"/>
    <w:rsid w:val="00762D7D"/>
    <w:rsid w:val="00772BFE"/>
    <w:rsid w:val="007876CB"/>
    <w:rsid w:val="00790671"/>
    <w:rsid w:val="007A7EBB"/>
    <w:rsid w:val="007B5595"/>
    <w:rsid w:val="007D7C22"/>
    <w:rsid w:val="007E28EB"/>
    <w:rsid w:val="008053E2"/>
    <w:rsid w:val="00812CEA"/>
    <w:rsid w:val="008207EE"/>
    <w:rsid w:val="0083121B"/>
    <w:rsid w:val="0083338E"/>
    <w:rsid w:val="008419F6"/>
    <w:rsid w:val="0085274A"/>
    <w:rsid w:val="00873A54"/>
    <w:rsid w:val="008938E1"/>
    <w:rsid w:val="0089611B"/>
    <w:rsid w:val="008B237F"/>
    <w:rsid w:val="008B6E97"/>
    <w:rsid w:val="008D77DE"/>
    <w:rsid w:val="008E0C4F"/>
    <w:rsid w:val="008F1549"/>
    <w:rsid w:val="009301BF"/>
    <w:rsid w:val="00950B50"/>
    <w:rsid w:val="00951C0C"/>
    <w:rsid w:val="00961420"/>
    <w:rsid w:val="0096370D"/>
    <w:rsid w:val="00963EB0"/>
    <w:rsid w:val="00966BBD"/>
    <w:rsid w:val="00967558"/>
    <w:rsid w:val="00974B5A"/>
    <w:rsid w:val="00981886"/>
    <w:rsid w:val="009949ED"/>
    <w:rsid w:val="009E483A"/>
    <w:rsid w:val="009E5CA9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C5C41"/>
    <w:rsid w:val="00AD2FA0"/>
    <w:rsid w:val="00AE1E84"/>
    <w:rsid w:val="00AF0B90"/>
    <w:rsid w:val="00AF2483"/>
    <w:rsid w:val="00B36C26"/>
    <w:rsid w:val="00B502B2"/>
    <w:rsid w:val="00B628A7"/>
    <w:rsid w:val="00B86EF5"/>
    <w:rsid w:val="00B9390C"/>
    <w:rsid w:val="00B957E5"/>
    <w:rsid w:val="00B967CE"/>
    <w:rsid w:val="00B977DC"/>
    <w:rsid w:val="00BC407A"/>
    <w:rsid w:val="00BD5AB3"/>
    <w:rsid w:val="00C106CC"/>
    <w:rsid w:val="00C15C8B"/>
    <w:rsid w:val="00C3620D"/>
    <w:rsid w:val="00C53AEE"/>
    <w:rsid w:val="00CA12BB"/>
    <w:rsid w:val="00CA3281"/>
    <w:rsid w:val="00CE46AA"/>
    <w:rsid w:val="00CF136F"/>
    <w:rsid w:val="00D06763"/>
    <w:rsid w:val="00D16970"/>
    <w:rsid w:val="00D173B8"/>
    <w:rsid w:val="00D26CC4"/>
    <w:rsid w:val="00D32B28"/>
    <w:rsid w:val="00D401B3"/>
    <w:rsid w:val="00D416AA"/>
    <w:rsid w:val="00D47B4A"/>
    <w:rsid w:val="00D556EF"/>
    <w:rsid w:val="00D6096F"/>
    <w:rsid w:val="00D619CD"/>
    <w:rsid w:val="00D76A40"/>
    <w:rsid w:val="00D80B52"/>
    <w:rsid w:val="00D84EF4"/>
    <w:rsid w:val="00D971E8"/>
    <w:rsid w:val="00DA4E09"/>
    <w:rsid w:val="00DD6920"/>
    <w:rsid w:val="00DE3A1E"/>
    <w:rsid w:val="00E1172F"/>
    <w:rsid w:val="00E1523D"/>
    <w:rsid w:val="00E1684D"/>
    <w:rsid w:val="00E37929"/>
    <w:rsid w:val="00E4099D"/>
    <w:rsid w:val="00E40E5E"/>
    <w:rsid w:val="00E4730F"/>
    <w:rsid w:val="00E5354F"/>
    <w:rsid w:val="00E701CA"/>
    <w:rsid w:val="00E732DF"/>
    <w:rsid w:val="00E75663"/>
    <w:rsid w:val="00E8779C"/>
    <w:rsid w:val="00E97555"/>
    <w:rsid w:val="00EA7364"/>
    <w:rsid w:val="00EB38F2"/>
    <w:rsid w:val="00EC74A8"/>
    <w:rsid w:val="00ED6ACB"/>
    <w:rsid w:val="00EE7BA2"/>
    <w:rsid w:val="00F0234D"/>
    <w:rsid w:val="00F2287D"/>
    <w:rsid w:val="00F22C6B"/>
    <w:rsid w:val="00F27D06"/>
    <w:rsid w:val="00F318C7"/>
    <w:rsid w:val="00F31C60"/>
    <w:rsid w:val="00F549B8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B3C3D64"/>
  <w15:docId w15:val="{D9909CC3-5DDC-42DA-8B50-A3802FAE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A3CDF-CEAE-447E-BEF1-F4AE0C2B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486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27</cp:revision>
  <cp:lastPrinted>2020-11-26T11:03:00Z</cp:lastPrinted>
  <dcterms:created xsi:type="dcterms:W3CDTF">2019-09-25T09:13:00Z</dcterms:created>
  <dcterms:modified xsi:type="dcterms:W3CDTF">2021-12-16T11:39:00Z</dcterms:modified>
</cp:coreProperties>
</file>